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A55" w:rsidRPr="00392CFF" w:rsidRDefault="00616A55" w:rsidP="00C12777">
      <w:pPr>
        <w:spacing w:before="240"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92CFF">
        <w:rPr>
          <w:rFonts w:ascii="Times New Roman" w:hAnsi="Times New Roman"/>
          <w:b/>
          <w:sz w:val="28"/>
          <w:szCs w:val="24"/>
        </w:rPr>
        <w:t>Бланк ответов. 4 класс.</w:t>
      </w:r>
    </w:p>
    <w:p w:rsidR="00616A55" w:rsidRDefault="00616A55" w:rsidP="00C12777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 ___________________________________________________________________</w:t>
      </w:r>
    </w:p>
    <w:p w:rsidR="00616A55" w:rsidRDefault="00616A55" w:rsidP="00C12777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_______   Школа___________________________________________________________</w:t>
      </w:r>
    </w:p>
    <w:p w:rsidR="00616A55" w:rsidRPr="0081790B" w:rsidRDefault="00616A55" w:rsidP="0081790B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Район___________________________________</w:t>
      </w:r>
    </w:p>
    <w:p w:rsidR="00616A55" w:rsidRPr="0081790B" w:rsidRDefault="00616A55" w:rsidP="0081790B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1790B">
        <w:rPr>
          <w:rFonts w:ascii="Times New Roman" w:hAnsi="Times New Roman"/>
          <w:sz w:val="24"/>
          <w:szCs w:val="24"/>
        </w:rPr>
        <w:t>Учитель математики</w:t>
      </w:r>
      <w:r>
        <w:rPr>
          <w:rFonts w:ascii="Times New Roman" w:hAnsi="Times New Roman"/>
          <w:sz w:val="24"/>
          <w:szCs w:val="24"/>
        </w:rPr>
        <w:t>___________________________________</w:t>
      </w:r>
    </w:p>
    <w:p w:rsidR="00616A55" w:rsidRDefault="00616A55" w:rsidP="0081790B">
      <w:pPr>
        <w:spacing w:before="240" w:after="12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ученика_________________</w:t>
      </w:r>
    </w:p>
    <w:p w:rsidR="00616A55" w:rsidRDefault="00616A55" w:rsidP="00C12777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line id="Прямая соединительная линия 35" o:spid="_x0000_s1026" style="position:absolute;left:0;text-align:left;flip:y;z-index:251658240;visibility:visible" from="-63.15pt,25.55pt" to="545.1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" strokeweight="1.5pt">
            <v:stroke dashstyle="1 1" joinstyle="miter"/>
          </v:line>
        </w:pict>
      </w:r>
    </w:p>
    <w:p w:rsidR="00616A55" w:rsidRDefault="00616A55" w:rsidP="00C12777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6A55" w:rsidRDefault="00616A55" w:rsidP="00C12777">
      <w:pPr>
        <w:spacing w:before="240" w:after="12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ученика ________________</w:t>
      </w: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9497"/>
      </w:tblGrid>
      <w:tr w:rsidR="00616A55" w:rsidTr="00C12777">
        <w:trPr>
          <w:trHeight w:val="458"/>
        </w:trPr>
        <w:tc>
          <w:tcPr>
            <w:tcW w:w="851" w:type="dxa"/>
          </w:tcPr>
          <w:p w:rsidR="00616A55" w:rsidRPr="00C27FA9" w:rsidRDefault="00616A55" w:rsidP="00C12777">
            <w:pPr>
              <w:spacing w:before="120" w:after="12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2777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9497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</w:tr>
      <w:tr w:rsidR="00616A55" w:rsidTr="00C12777">
        <w:trPr>
          <w:trHeight w:val="726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9497" w:type="dxa"/>
          </w:tcPr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55" w:rsidTr="00C12777">
        <w:trPr>
          <w:trHeight w:val="702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9497" w:type="dxa"/>
          </w:tcPr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55" w:rsidTr="00C12777">
        <w:trPr>
          <w:trHeight w:val="726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9497" w:type="dxa"/>
          </w:tcPr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55" w:rsidTr="00C12777">
        <w:trPr>
          <w:trHeight w:val="702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9497" w:type="dxa"/>
          </w:tcPr>
          <w:p w:rsidR="00616A55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7" o:spid="_x0000_i1025" type="#_x0000_t75" style="width:81.75pt;height:75.75pt;visibility:visible">
                  <v:imagedata r:id="rId5" o:title=""/>
                </v:shape>
              </w:pi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noProof/>
                <w:lang w:eastAsia="ru-RU"/>
              </w:rPr>
              <w:pict>
                <v:shape id="Рисунок 24" o:spid="_x0000_i1026" type="#_x0000_t75" style="width:81.75pt;height:75.75pt;visibility:visible">
                  <v:imagedata r:id="rId5" o:title=""/>
                </v:shape>
              </w:pi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noProof/>
                <w:lang w:eastAsia="ru-RU"/>
              </w:rPr>
              <w:pict>
                <v:shape id="Рисунок 25" o:spid="_x0000_i1027" type="#_x0000_t75" style="width:81.75pt;height:75.75pt;visibility:visible">
                  <v:imagedata r:id="rId5" o:title=""/>
                </v:shape>
              </w:pi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noProof/>
                <w:lang w:eastAsia="ru-RU"/>
              </w:rPr>
              <w:pict>
                <v:shape id="Рисунок 26" o:spid="_x0000_i1028" type="#_x0000_t75" style="width:81.75pt;height:75.75pt;visibility:visible">
                  <v:imagedata r:id="rId5" o:title=""/>
                </v:shape>
              </w:pict>
            </w:r>
          </w:p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Несколько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картин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>ок даны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для того, чтобы вы могли</w:t>
            </w:r>
            <w:r w:rsidRPr="00547EF8">
              <w:rPr>
                <w:rFonts w:ascii="Times New Roman" w:hAnsi="Times New Roman"/>
                <w:i/>
                <w:sz w:val="20"/>
                <w:szCs w:val="24"/>
              </w:rPr>
              <w:t>,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при необходимости, исправить неверный ответ.</w:t>
            </w:r>
          </w:p>
        </w:tc>
      </w:tr>
      <w:tr w:rsidR="00616A55" w:rsidTr="00C12777">
        <w:trPr>
          <w:trHeight w:val="702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9497" w:type="dxa"/>
          </w:tcPr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55" w:rsidTr="00C12777">
        <w:trPr>
          <w:trHeight w:val="726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497" w:type="dxa"/>
          </w:tcPr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55" w:rsidTr="00C12777">
        <w:trPr>
          <w:trHeight w:val="702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497" w:type="dxa"/>
          </w:tcPr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55" w:rsidTr="00C12777">
        <w:trPr>
          <w:trHeight w:val="726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497" w:type="dxa"/>
          </w:tcPr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55" w:rsidTr="00C12777">
        <w:trPr>
          <w:trHeight w:val="702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497" w:type="dxa"/>
          </w:tcPr>
          <w:p w:rsidR="00616A55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noProof/>
                <w:lang w:eastAsia="ru-RU"/>
              </w:rPr>
              <w:pict>
                <v:shape id="Рисунок 18" o:spid="_x0000_i1029" type="#_x0000_t75" style="width:61.5pt;height:54.75pt;visibility:visible">
                  <v:imagedata r:id="rId6" o:title=""/>
                </v:shape>
              </w:pi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noProof/>
                <w:lang w:eastAsia="ru-RU"/>
              </w:rPr>
              <w:pict>
                <v:shape id="Рисунок 28" o:spid="_x0000_i1030" type="#_x0000_t75" style="width:61.5pt;height:54.75pt;visibility:visible">
                  <v:imagedata r:id="rId6" o:title=""/>
                </v:shape>
              </w:pi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noProof/>
                <w:lang w:eastAsia="ru-RU"/>
              </w:rPr>
              <w:pict>
                <v:shape id="Рисунок 29" o:spid="_x0000_i1031" type="#_x0000_t75" style="width:61.5pt;height:54.75pt;visibility:visible">
                  <v:imagedata r:id="rId6" o:title=""/>
                </v:shape>
              </w:pi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noProof/>
                <w:lang w:eastAsia="ru-RU"/>
              </w:rPr>
              <w:pict>
                <v:shape id="Рисунок 30" o:spid="_x0000_i1032" type="#_x0000_t75" style="width:61.5pt;height:54.75pt;visibility:visible">
                  <v:imagedata r:id="rId6" o:title=""/>
                </v:shape>
              </w:pi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noProof/>
                <w:lang w:eastAsia="ru-RU"/>
              </w:rPr>
              <w:pict>
                <v:shape id="Рисунок 31" o:spid="_x0000_i1033" type="#_x0000_t75" style="width:61.5pt;height:54.75pt;visibility:visible">
                  <v:imagedata r:id="rId6" o:title=""/>
                </v:shape>
              </w:pi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</w:t>
            </w:r>
          </w:p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Несколько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картин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>ок даны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для того, чтобы вы могли</w:t>
            </w:r>
            <w:r w:rsidRPr="00547EF8">
              <w:rPr>
                <w:rFonts w:ascii="Times New Roman" w:hAnsi="Times New Roman"/>
                <w:i/>
                <w:sz w:val="20"/>
                <w:szCs w:val="24"/>
              </w:rPr>
              <w:t>,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при необходимости, исправить неверный ответ.</w:t>
            </w:r>
          </w:p>
        </w:tc>
      </w:tr>
      <w:tr w:rsidR="00616A55" w:rsidTr="00C12777">
        <w:trPr>
          <w:trHeight w:val="726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9497" w:type="dxa"/>
          </w:tcPr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6A55" w:rsidRDefault="00616A55" w:rsidP="005E5680"/>
    <w:p w:rsidR="00616A55" w:rsidRDefault="00616A55" w:rsidP="005E5680"/>
    <w:p w:rsidR="00616A55" w:rsidRDefault="00616A55" w:rsidP="005E5680"/>
    <w:p w:rsidR="00616A55" w:rsidRDefault="00616A55" w:rsidP="005E5680"/>
    <w:p w:rsidR="00616A55" w:rsidRDefault="00616A55" w:rsidP="005E5680"/>
    <w:p w:rsidR="00616A55" w:rsidRDefault="00616A55" w:rsidP="005E5680">
      <w:pPr>
        <w:rPr>
          <w:lang w:val="en-US"/>
        </w:rPr>
      </w:pPr>
    </w:p>
    <w:p w:rsidR="00616A55" w:rsidRPr="0081790B" w:rsidRDefault="00616A55" w:rsidP="005E5680">
      <w:pPr>
        <w:rPr>
          <w:lang w:val="en-US"/>
        </w:rPr>
      </w:pPr>
    </w:p>
    <w:p w:rsidR="00616A55" w:rsidRDefault="00616A55" w:rsidP="005E5680"/>
    <w:p w:rsidR="00616A55" w:rsidRDefault="00616A55" w:rsidP="005E5680"/>
    <w:p w:rsidR="00616A55" w:rsidRDefault="00616A55" w:rsidP="005E5680">
      <w:r>
        <w:rPr>
          <w:noProof/>
          <w:lang w:eastAsia="ru-RU"/>
        </w:rPr>
        <w:pict>
          <v:line id="Прямая соединительная линия 45" o:spid="_x0000_s1027" style="position:absolute;flip:y;z-index:251659264;visibility:visible;mso-position-horizontal:right;mso-position-horizontal-relative:page" from="1693.55pt,25pt" to="2301.8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" strokeweight="1.5pt">
            <v:stroke dashstyle="1 1" joinstyle="miter"/>
            <w10:wrap anchorx="page"/>
          </v:line>
        </w:pict>
      </w:r>
    </w:p>
    <w:p w:rsidR="00616A55" w:rsidRDefault="00616A55" w:rsidP="005E5680"/>
    <w:p w:rsidR="00616A55" w:rsidRDefault="00616A55" w:rsidP="005E5680"/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9497"/>
      </w:tblGrid>
      <w:tr w:rsidR="00616A55" w:rsidRPr="00C27FA9" w:rsidTr="00303063">
        <w:trPr>
          <w:trHeight w:val="702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9497" w:type="dxa"/>
          </w:tcPr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55" w:rsidRPr="00C27FA9" w:rsidTr="00303063">
        <w:trPr>
          <w:trHeight w:val="456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9497" w:type="dxa"/>
          </w:tcPr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FA9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55" w:rsidRPr="00C27FA9" w:rsidTr="00303063">
        <w:trPr>
          <w:trHeight w:val="702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9497" w:type="dxa"/>
          </w:tcPr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55" w:rsidRPr="00C27FA9" w:rsidTr="00303063">
        <w:trPr>
          <w:trHeight w:val="726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9497" w:type="dxa"/>
          </w:tcPr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55" w:rsidRPr="00C27FA9" w:rsidTr="00303063">
        <w:trPr>
          <w:trHeight w:val="702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9497" w:type="dxa"/>
          </w:tcPr>
          <w:p w:rsidR="00616A55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noProof/>
                <w:lang w:eastAsia="ru-RU"/>
              </w:rPr>
              <w:pict>
                <v:shape id="Рисунок 36" o:spid="_x0000_i1034" type="#_x0000_t75" style="width:81pt;height:81pt;visibility:visible">
                  <v:imagedata r:id="rId7" o:title=""/>
                </v:shape>
              </w:pi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noProof/>
                <w:lang w:eastAsia="ru-RU"/>
              </w:rPr>
              <w:pict>
                <v:shape id="Рисунок 37" o:spid="_x0000_i1035" type="#_x0000_t75" style="width:81pt;height:81pt;visibility:visible">
                  <v:imagedata r:id="rId7" o:title=""/>
                </v:shape>
              </w:pi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noProof/>
                <w:lang w:eastAsia="ru-RU"/>
              </w:rPr>
              <w:pict>
                <v:shape id="Рисунок 38" o:spid="_x0000_i1036" type="#_x0000_t75" style="width:81pt;height:81pt;visibility:visible">
                  <v:imagedata r:id="rId7" o:title=""/>
                </v:shape>
              </w:pi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noProof/>
                <w:lang w:eastAsia="ru-RU"/>
              </w:rPr>
              <w:pict>
                <v:shape id="Рисунок 39" o:spid="_x0000_i1037" type="#_x0000_t75" style="width:81pt;height:81pt;visibility:visible">
                  <v:imagedata r:id="rId7" o:title=""/>
                </v:shape>
              </w:pict>
            </w:r>
          </w:p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Несколько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картин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>ок даны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для того, чтобы вы могли</w:t>
            </w:r>
            <w:r w:rsidRPr="00547EF8">
              <w:rPr>
                <w:rFonts w:ascii="Times New Roman" w:hAnsi="Times New Roman"/>
                <w:i/>
                <w:sz w:val="20"/>
                <w:szCs w:val="24"/>
              </w:rPr>
              <w:t>,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при необходимости, исправить неверный ответ.</w:t>
            </w:r>
          </w:p>
        </w:tc>
      </w:tr>
      <w:tr w:rsidR="00616A55" w:rsidRPr="00C27FA9" w:rsidTr="00303063">
        <w:trPr>
          <w:trHeight w:val="702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9497" w:type="dxa"/>
          </w:tcPr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55" w:rsidRPr="00C27FA9" w:rsidTr="00303063">
        <w:trPr>
          <w:trHeight w:val="702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9497" w:type="dxa"/>
          </w:tcPr>
          <w:p w:rsidR="00616A55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noProof/>
                <w:lang w:eastAsia="ru-RU"/>
              </w:rPr>
              <w:pict>
                <v:shape id="Рисунок 40" o:spid="_x0000_i1038" type="#_x0000_t75" style="width:66pt;height:66pt;visibility:visible">
                  <v:imagedata r:id="rId8" o:title=""/>
                </v:shape>
              </w:pi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noProof/>
                <w:lang w:eastAsia="ru-RU"/>
              </w:rPr>
              <w:pict>
                <v:shape id="Рисунок 41" o:spid="_x0000_i1039" type="#_x0000_t75" style="width:66pt;height:66pt;visibility:visible">
                  <v:imagedata r:id="rId8" o:title=""/>
                </v:shape>
              </w:pi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noProof/>
                <w:lang w:eastAsia="ru-RU"/>
              </w:rPr>
              <w:pict>
                <v:shape id="Рисунок 42" o:spid="_x0000_i1040" type="#_x0000_t75" style="width:66pt;height:66pt;visibility:visible">
                  <v:imagedata r:id="rId8" o:title=""/>
                </v:shape>
              </w:pi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noProof/>
                <w:lang w:eastAsia="ru-RU"/>
              </w:rPr>
              <w:pict>
                <v:shape id="Рисунок 43" o:spid="_x0000_i1041" type="#_x0000_t75" style="width:66pt;height:66pt;visibility:visible">
                  <v:imagedata r:id="rId8" o:title=""/>
                </v:shape>
              </w:pic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noProof/>
                <w:lang w:eastAsia="ru-RU"/>
              </w:rPr>
              <w:pict>
                <v:shape id="Рисунок 44" o:spid="_x0000_i1042" type="#_x0000_t75" style="width:66pt;height:66pt;visibility:visible">
                  <v:imagedata r:id="rId8" o:title=""/>
                </v:shape>
              </w:pict>
            </w:r>
          </w:p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Несколько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картин</w:t>
            </w:r>
            <w:r>
              <w:rPr>
                <w:rFonts w:ascii="Times New Roman" w:hAnsi="Times New Roman"/>
                <w:i/>
                <w:sz w:val="20"/>
                <w:szCs w:val="24"/>
              </w:rPr>
              <w:t>ок даны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для того, чтобы вы могли</w:t>
            </w:r>
            <w:r w:rsidRPr="0081790B">
              <w:rPr>
                <w:rFonts w:ascii="Times New Roman" w:hAnsi="Times New Roman"/>
                <w:i/>
                <w:sz w:val="20"/>
                <w:szCs w:val="24"/>
              </w:rPr>
              <w:t>,</w:t>
            </w:r>
            <w:r w:rsidRPr="00C12777">
              <w:rPr>
                <w:rFonts w:ascii="Times New Roman" w:hAnsi="Times New Roman"/>
                <w:i/>
                <w:sz w:val="20"/>
                <w:szCs w:val="24"/>
              </w:rPr>
              <w:t xml:space="preserve"> при необходимости, исправить неверный ответ.</w:t>
            </w:r>
          </w:p>
        </w:tc>
      </w:tr>
      <w:tr w:rsidR="00616A55" w:rsidRPr="00C27FA9" w:rsidTr="00303063">
        <w:trPr>
          <w:trHeight w:val="702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9497" w:type="dxa"/>
          </w:tcPr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55" w:rsidRPr="00C27FA9" w:rsidTr="00303063">
        <w:trPr>
          <w:trHeight w:val="702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9497" w:type="dxa"/>
          </w:tcPr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55" w:rsidRPr="00C27FA9" w:rsidTr="00303063">
        <w:trPr>
          <w:trHeight w:val="702"/>
        </w:trPr>
        <w:tc>
          <w:tcPr>
            <w:tcW w:w="851" w:type="dxa"/>
          </w:tcPr>
          <w:p w:rsidR="00616A55" w:rsidRPr="00C27FA9" w:rsidRDefault="00616A55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9497" w:type="dxa"/>
          </w:tcPr>
          <w:p w:rsidR="00616A55" w:rsidRPr="00C27FA9" w:rsidRDefault="00616A55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6A55" w:rsidRDefault="00616A55" w:rsidP="005E5680">
      <w:bookmarkStart w:id="0" w:name="_GoBack"/>
      <w:bookmarkEnd w:id="0"/>
    </w:p>
    <w:sectPr w:rsidR="00616A55" w:rsidSect="00C12777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50025"/>
    <w:multiLevelType w:val="hybridMultilevel"/>
    <w:tmpl w:val="8F042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682799"/>
    <w:multiLevelType w:val="hybridMultilevel"/>
    <w:tmpl w:val="C032C9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C16BF2"/>
    <w:multiLevelType w:val="hybridMultilevel"/>
    <w:tmpl w:val="6208539A"/>
    <w:lvl w:ilvl="0" w:tplc="9D343A1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3C6672"/>
    <w:multiLevelType w:val="hybridMultilevel"/>
    <w:tmpl w:val="5B6215BA"/>
    <w:lvl w:ilvl="0" w:tplc="040EE6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5AD61B4"/>
    <w:multiLevelType w:val="hybridMultilevel"/>
    <w:tmpl w:val="F466A6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AE3B57"/>
    <w:multiLevelType w:val="hybridMultilevel"/>
    <w:tmpl w:val="25A20070"/>
    <w:lvl w:ilvl="0" w:tplc="47FAA8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A10AA"/>
    <w:multiLevelType w:val="hybridMultilevel"/>
    <w:tmpl w:val="25021A7E"/>
    <w:lvl w:ilvl="0" w:tplc="CD06F7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065EE"/>
    <w:multiLevelType w:val="hybridMultilevel"/>
    <w:tmpl w:val="4AA85E40"/>
    <w:lvl w:ilvl="0" w:tplc="41C20432">
      <w:start w:val="1"/>
      <w:numFmt w:val="decimal"/>
      <w:lvlText w:val="%1."/>
      <w:lvlJc w:val="left"/>
      <w:pPr>
        <w:ind w:left="786" w:hanging="360"/>
      </w:pPr>
      <w:rPr>
        <w:rFonts w:cs="Times New Roman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5FA34BFD"/>
    <w:multiLevelType w:val="hybridMultilevel"/>
    <w:tmpl w:val="50B81994"/>
    <w:lvl w:ilvl="0" w:tplc="966AD320">
      <w:start w:val="1"/>
      <w:numFmt w:val="decimal"/>
      <w:lvlText w:val="Задача %1."/>
      <w:lvlJc w:val="left"/>
      <w:pPr>
        <w:ind w:left="720" w:hanging="360"/>
      </w:pPr>
      <w:rPr>
        <w:rFonts w:ascii="Times New Roman" w:hAnsi="Times New Roman" w:cs="Times New Roman" w:hint="default"/>
        <w:b/>
        <w:i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779"/>
    <w:rsid w:val="00021513"/>
    <w:rsid w:val="000415AA"/>
    <w:rsid w:val="00061876"/>
    <w:rsid w:val="00074EC7"/>
    <w:rsid w:val="00077CD0"/>
    <w:rsid w:val="000850A4"/>
    <w:rsid w:val="00091C9E"/>
    <w:rsid w:val="000976C4"/>
    <w:rsid w:val="000C4746"/>
    <w:rsid w:val="000D0533"/>
    <w:rsid w:val="000F5137"/>
    <w:rsid w:val="00103B01"/>
    <w:rsid w:val="00105A42"/>
    <w:rsid w:val="00106D45"/>
    <w:rsid w:val="00112C95"/>
    <w:rsid w:val="0014339F"/>
    <w:rsid w:val="00144076"/>
    <w:rsid w:val="00161703"/>
    <w:rsid w:val="00170AE1"/>
    <w:rsid w:val="00181F58"/>
    <w:rsid w:val="00194637"/>
    <w:rsid w:val="001B15AB"/>
    <w:rsid w:val="001B5687"/>
    <w:rsid w:val="001C3531"/>
    <w:rsid w:val="00200145"/>
    <w:rsid w:val="00204456"/>
    <w:rsid w:val="0020446F"/>
    <w:rsid w:val="00210E7D"/>
    <w:rsid w:val="00212377"/>
    <w:rsid w:val="0022195C"/>
    <w:rsid w:val="0022301C"/>
    <w:rsid w:val="00246EEF"/>
    <w:rsid w:val="002563BD"/>
    <w:rsid w:val="0029316C"/>
    <w:rsid w:val="002C1FDA"/>
    <w:rsid w:val="002D52BA"/>
    <w:rsid w:val="002D582D"/>
    <w:rsid w:val="002F4C44"/>
    <w:rsid w:val="00302310"/>
    <w:rsid w:val="0030270A"/>
    <w:rsid w:val="00303063"/>
    <w:rsid w:val="00325DE5"/>
    <w:rsid w:val="00363DF9"/>
    <w:rsid w:val="00370781"/>
    <w:rsid w:val="00392CFF"/>
    <w:rsid w:val="003A0EA4"/>
    <w:rsid w:val="003A23F5"/>
    <w:rsid w:val="003B08D4"/>
    <w:rsid w:val="003D25C4"/>
    <w:rsid w:val="003F1F6B"/>
    <w:rsid w:val="00401659"/>
    <w:rsid w:val="004248CB"/>
    <w:rsid w:val="0044483F"/>
    <w:rsid w:val="00465566"/>
    <w:rsid w:val="00477925"/>
    <w:rsid w:val="004835D3"/>
    <w:rsid w:val="004855E6"/>
    <w:rsid w:val="004D0261"/>
    <w:rsid w:val="004D20FF"/>
    <w:rsid w:val="004F53D2"/>
    <w:rsid w:val="00505454"/>
    <w:rsid w:val="0051415B"/>
    <w:rsid w:val="00543FCA"/>
    <w:rsid w:val="0054442B"/>
    <w:rsid w:val="00545931"/>
    <w:rsid w:val="00547EF8"/>
    <w:rsid w:val="005669EE"/>
    <w:rsid w:val="00576D05"/>
    <w:rsid w:val="005846EE"/>
    <w:rsid w:val="005934FF"/>
    <w:rsid w:val="005A78C5"/>
    <w:rsid w:val="005D26F5"/>
    <w:rsid w:val="005D2FC5"/>
    <w:rsid w:val="005E5680"/>
    <w:rsid w:val="005E5FAC"/>
    <w:rsid w:val="005E70A8"/>
    <w:rsid w:val="005E7E73"/>
    <w:rsid w:val="005F295D"/>
    <w:rsid w:val="005F4BAE"/>
    <w:rsid w:val="005F7194"/>
    <w:rsid w:val="00600F5E"/>
    <w:rsid w:val="00616A55"/>
    <w:rsid w:val="006205BE"/>
    <w:rsid w:val="00642666"/>
    <w:rsid w:val="00642F90"/>
    <w:rsid w:val="00647C63"/>
    <w:rsid w:val="00665E7A"/>
    <w:rsid w:val="00670AB4"/>
    <w:rsid w:val="00674759"/>
    <w:rsid w:val="00676D19"/>
    <w:rsid w:val="00677B94"/>
    <w:rsid w:val="00696F3B"/>
    <w:rsid w:val="006C042E"/>
    <w:rsid w:val="006C7110"/>
    <w:rsid w:val="006D6C11"/>
    <w:rsid w:val="006E6397"/>
    <w:rsid w:val="007210E1"/>
    <w:rsid w:val="00745E89"/>
    <w:rsid w:val="0076506C"/>
    <w:rsid w:val="00767407"/>
    <w:rsid w:val="00781329"/>
    <w:rsid w:val="0079677D"/>
    <w:rsid w:val="007D17BE"/>
    <w:rsid w:val="007E61DE"/>
    <w:rsid w:val="007F100F"/>
    <w:rsid w:val="007F3B6E"/>
    <w:rsid w:val="0081013E"/>
    <w:rsid w:val="00811C7E"/>
    <w:rsid w:val="0081790B"/>
    <w:rsid w:val="0082313D"/>
    <w:rsid w:val="00835E15"/>
    <w:rsid w:val="0087711A"/>
    <w:rsid w:val="0088470D"/>
    <w:rsid w:val="008A3634"/>
    <w:rsid w:val="008B5325"/>
    <w:rsid w:val="008B7FA6"/>
    <w:rsid w:val="008D1ED0"/>
    <w:rsid w:val="008D38C4"/>
    <w:rsid w:val="008D4CB5"/>
    <w:rsid w:val="008E5590"/>
    <w:rsid w:val="008E7F75"/>
    <w:rsid w:val="008F2B28"/>
    <w:rsid w:val="00910BFA"/>
    <w:rsid w:val="00912C28"/>
    <w:rsid w:val="00920219"/>
    <w:rsid w:val="00923F0A"/>
    <w:rsid w:val="009241FD"/>
    <w:rsid w:val="00930A43"/>
    <w:rsid w:val="00953275"/>
    <w:rsid w:val="00963A0C"/>
    <w:rsid w:val="0097534C"/>
    <w:rsid w:val="009A6C15"/>
    <w:rsid w:val="009B731C"/>
    <w:rsid w:val="009D3D29"/>
    <w:rsid w:val="009D3DF4"/>
    <w:rsid w:val="009F2950"/>
    <w:rsid w:val="00A31865"/>
    <w:rsid w:val="00A4383D"/>
    <w:rsid w:val="00A67ED3"/>
    <w:rsid w:val="00A714FC"/>
    <w:rsid w:val="00A74A67"/>
    <w:rsid w:val="00A76970"/>
    <w:rsid w:val="00A96E49"/>
    <w:rsid w:val="00A97BA6"/>
    <w:rsid w:val="00AC0718"/>
    <w:rsid w:val="00AC1F34"/>
    <w:rsid w:val="00AC4C46"/>
    <w:rsid w:val="00AD30C0"/>
    <w:rsid w:val="00AD577C"/>
    <w:rsid w:val="00AE50C1"/>
    <w:rsid w:val="00AF134D"/>
    <w:rsid w:val="00AF2E47"/>
    <w:rsid w:val="00AF46BD"/>
    <w:rsid w:val="00B06B89"/>
    <w:rsid w:val="00B1052D"/>
    <w:rsid w:val="00B30BD5"/>
    <w:rsid w:val="00B850CC"/>
    <w:rsid w:val="00B957E1"/>
    <w:rsid w:val="00B97779"/>
    <w:rsid w:val="00BC1A79"/>
    <w:rsid w:val="00BD6CDD"/>
    <w:rsid w:val="00BD75E3"/>
    <w:rsid w:val="00BE2BB3"/>
    <w:rsid w:val="00C12777"/>
    <w:rsid w:val="00C25C78"/>
    <w:rsid w:val="00C27FA9"/>
    <w:rsid w:val="00C32D89"/>
    <w:rsid w:val="00C349EF"/>
    <w:rsid w:val="00C40FDE"/>
    <w:rsid w:val="00C43C8C"/>
    <w:rsid w:val="00C75A11"/>
    <w:rsid w:val="00C8302E"/>
    <w:rsid w:val="00C841D8"/>
    <w:rsid w:val="00C84E01"/>
    <w:rsid w:val="00CB14F3"/>
    <w:rsid w:val="00CC025D"/>
    <w:rsid w:val="00CE3882"/>
    <w:rsid w:val="00CF06FB"/>
    <w:rsid w:val="00CF1497"/>
    <w:rsid w:val="00CF5F37"/>
    <w:rsid w:val="00CF6A78"/>
    <w:rsid w:val="00D02B67"/>
    <w:rsid w:val="00D351CC"/>
    <w:rsid w:val="00D50600"/>
    <w:rsid w:val="00D71C0C"/>
    <w:rsid w:val="00D801E6"/>
    <w:rsid w:val="00DB04E6"/>
    <w:rsid w:val="00DB3D61"/>
    <w:rsid w:val="00DB61FB"/>
    <w:rsid w:val="00DC081D"/>
    <w:rsid w:val="00DD241D"/>
    <w:rsid w:val="00DD4C84"/>
    <w:rsid w:val="00DE0B37"/>
    <w:rsid w:val="00DF2FE8"/>
    <w:rsid w:val="00E45CD7"/>
    <w:rsid w:val="00E60A4A"/>
    <w:rsid w:val="00E70A6E"/>
    <w:rsid w:val="00E77B97"/>
    <w:rsid w:val="00E81EC4"/>
    <w:rsid w:val="00E824D7"/>
    <w:rsid w:val="00E83401"/>
    <w:rsid w:val="00E93DDD"/>
    <w:rsid w:val="00E95B38"/>
    <w:rsid w:val="00EC45A2"/>
    <w:rsid w:val="00EF10F8"/>
    <w:rsid w:val="00EF2490"/>
    <w:rsid w:val="00EF495B"/>
    <w:rsid w:val="00F12074"/>
    <w:rsid w:val="00F54523"/>
    <w:rsid w:val="00F74E27"/>
    <w:rsid w:val="00F76575"/>
    <w:rsid w:val="00F76B49"/>
    <w:rsid w:val="00F803C5"/>
    <w:rsid w:val="00F91EA9"/>
    <w:rsid w:val="00FD35F9"/>
    <w:rsid w:val="00FE5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E7F75"/>
    <w:pPr>
      <w:spacing w:after="160" w:line="259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63A0C"/>
  </w:style>
  <w:style w:type="character" w:customStyle="1" w:styleId="mn">
    <w:name w:val="mn"/>
    <w:uiPriority w:val="99"/>
    <w:rsid w:val="00021513"/>
  </w:style>
  <w:style w:type="character" w:customStyle="1" w:styleId="mo">
    <w:name w:val="mo"/>
    <w:uiPriority w:val="99"/>
    <w:rsid w:val="00021513"/>
  </w:style>
  <w:style w:type="paragraph" w:customStyle="1" w:styleId="nav-answer">
    <w:name w:val="nav-answer"/>
    <w:basedOn w:val="Normal"/>
    <w:uiPriority w:val="99"/>
    <w:rsid w:val="0002151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PlainText">
    <w:name w:val="Plain Text"/>
    <w:basedOn w:val="Normal"/>
    <w:link w:val="PlainTextChar"/>
    <w:uiPriority w:val="99"/>
    <w:rsid w:val="000D0533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D0533"/>
    <w:rPr>
      <w:rFonts w:ascii="Courier New" w:hAnsi="Courier New" w:cs="Times New Roman"/>
      <w:sz w:val="20"/>
      <w:lang w:eastAsia="ru-RU"/>
    </w:rPr>
  </w:style>
  <w:style w:type="paragraph" w:customStyle="1" w:styleId="-">
    <w:name w:val="Список - задачи"/>
    <w:autoRedefine/>
    <w:uiPriority w:val="99"/>
    <w:rsid w:val="00A31865"/>
    <w:pPr>
      <w:tabs>
        <w:tab w:val="left" w:pos="4860"/>
      </w:tabs>
      <w:spacing w:after="60"/>
      <w:jc w:val="both"/>
    </w:pPr>
    <w:rPr>
      <w:rFonts w:ascii="Times New Roman" w:eastAsia="Times New Roman" w:hAnsi="Times New Roman"/>
      <w:b/>
      <w:bCs/>
      <w:i/>
      <w:iCs/>
      <w:sz w:val="24"/>
      <w:szCs w:val="28"/>
    </w:rPr>
  </w:style>
  <w:style w:type="paragraph" w:styleId="ListParagraph">
    <w:name w:val="List Paragraph"/>
    <w:basedOn w:val="Normal"/>
    <w:uiPriority w:val="99"/>
    <w:qFormat/>
    <w:rsid w:val="006D6C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09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99937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57809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99938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57809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99932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57809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99942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57809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99946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57809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99944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57809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99947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57809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99951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57809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99943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57809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99949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57809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174</Words>
  <Characters>992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4 класса</dc:title>
  <dc:subject/>
  <dc:creator>Dinara</dc:creator>
  <cp:keywords/>
  <dc:description/>
  <cp:lastModifiedBy>Vadik</cp:lastModifiedBy>
  <cp:revision>7</cp:revision>
  <dcterms:created xsi:type="dcterms:W3CDTF">2016-11-13T15:23:00Z</dcterms:created>
  <dcterms:modified xsi:type="dcterms:W3CDTF">2016-11-13T17:51:00Z</dcterms:modified>
</cp:coreProperties>
</file>